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B2AFA" w14:textId="77777777" w:rsidR="006E5D65" w:rsidRPr="00AD008E" w:rsidRDefault="00997F14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AD008E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AD008E">
        <w:rPr>
          <w:rFonts w:ascii="Corbel" w:hAnsi="Corbel"/>
          <w:bCs/>
          <w:i/>
          <w:sz w:val="18"/>
          <w:szCs w:val="18"/>
        </w:rPr>
        <w:t>1.5</w:t>
      </w:r>
      <w:r w:rsidR="00D8678B" w:rsidRPr="00AD008E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AD008E">
        <w:rPr>
          <w:rFonts w:ascii="Corbel" w:hAnsi="Corbel"/>
          <w:bCs/>
          <w:i/>
          <w:sz w:val="18"/>
          <w:szCs w:val="18"/>
        </w:rPr>
        <w:t xml:space="preserve"> Rektora UR </w:t>
      </w:r>
      <w:r w:rsidR="00CD6897" w:rsidRPr="00AD008E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AD008E">
        <w:rPr>
          <w:rFonts w:ascii="Corbel" w:hAnsi="Corbel"/>
          <w:bCs/>
          <w:i/>
          <w:sz w:val="18"/>
          <w:szCs w:val="18"/>
        </w:rPr>
        <w:t>12/2019</w:t>
      </w:r>
    </w:p>
    <w:p w14:paraId="48FB2A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FB2AFC" w14:textId="55667836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534EDF">
        <w:rPr>
          <w:rFonts w:ascii="Corbel" w:hAnsi="Corbel"/>
          <w:i/>
          <w:smallCaps/>
          <w:sz w:val="24"/>
          <w:szCs w:val="24"/>
        </w:rPr>
        <w:t>20</w:t>
      </w:r>
      <w:r w:rsidR="00F34F27">
        <w:rPr>
          <w:rFonts w:ascii="Corbel" w:hAnsi="Corbel"/>
          <w:i/>
          <w:smallCaps/>
          <w:sz w:val="24"/>
          <w:szCs w:val="24"/>
        </w:rPr>
        <w:t>19</w:t>
      </w:r>
      <w:r w:rsidR="00534EDF">
        <w:rPr>
          <w:rFonts w:ascii="Corbel" w:hAnsi="Corbel"/>
          <w:i/>
          <w:smallCaps/>
          <w:sz w:val="24"/>
          <w:szCs w:val="24"/>
        </w:rPr>
        <w:t>-202</w:t>
      </w:r>
      <w:r w:rsidR="00F34F27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355F7F7" w14:textId="77777777" w:rsidR="00AD008E" w:rsidRPr="009C54AE" w:rsidRDefault="00AD008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8FB2AFE" w14:textId="06EEDFF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06DA2">
        <w:rPr>
          <w:rFonts w:ascii="Corbel" w:hAnsi="Corbel"/>
          <w:sz w:val="20"/>
          <w:szCs w:val="20"/>
        </w:rPr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="00534EDF">
        <w:rPr>
          <w:rFonts w:ascii="Corbel" w:hAnsi="Corbel"/>
          <w:sz w:val="20"/>
          <w:szCs w:val="20"/>
        </w:rPr>
        <w:t>20</w:t>
      </w:r>
      <w:r w:rsidR="00585F0D">
        <w:rPr>
          <w:rFonts w:ascii="Corbel" w:hAnsi="Corbel"/>
          <w:sz w:val="20"/>
          <w:szCs w:val="20"/>
        </w:rPr>
        <w:t>20</w:t>
      </w:r>
      <w:r w:rsidR="00534EDF">
        <w:rPr>
          <w:rFonts w:ascii="Corbel" w:hAnsi="Corbel"/>
          <w:sz w:val="20"/>
          <w:szCs w:val="20"/>
        </w:rPr>
        <w:t>/202</w:t>
      </w:r>
      <w:r w:rsidR="00585F0D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48FB2A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FB2B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FB2B03" w14:textId="77777777" w:rsidTr="0B5BCAB0">
        <w:tc>
          <w:tcPr>
            <w:tcW w:w="2694" w:type="dxa"/>
            <w:vAlign w:val="center"/>
          </w:tcPr>
          <w:p w14:paraId="48FB2B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FB2B02" w14:textId="77777777" w:rsidR="0085747A" w:rsidRPr="009C54AE" w:rsidRDefault="000A7D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8414B">
              <w:rPr>
                <w:rFonts w:ascii="Corbel" w:hAnsi="Corbel"/>
                <w:b w:val="0"/>
                <w:sz w:val="24"/>
                <w:szCs w:val="24"/>
              </w:rPr>
              <w:t>eminarium dyplomowe</w:t>
            </w:r>
          </w:p>
        </w:tc>
      </w:tr>
      <w:tr w:rsidR="0085747A" w:rsidRPr="009C54AE" w14:paraId="48FB2B06" w14:textId="77777777" w:rsidTr="0B5BCAB0">
        <w:tc>
          <w:tcPr>
            <w:tcW w:w="2694" w:type="dxa"/>
            <w:vAlign w:val="center"/>
          </w:tcPr>
          <w:p w14:paraId="48FB2B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FB2B05" w14:textId="77777777" w:rsidR="0085747A" w:rsidRPr="009C54AE" w:rsidRDefault="00110E4D" w:rsidP="00AF73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</w:t>
            </w:r>
            <w:r w:rsidR="00AF733A" w:rsidRPr="00F34FE9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5747A" w:rsidRPr="009C54AE" w14:paraId="48FB2B09" w14:textId="77777777" w:rsidTr="0B5BCAB0">
        <w:tc>
          <w:tcPr>
            <w:tcW w:w="2694" w:type="dxa"/>
            <w:vAlign w:val="center"/>
          </w:tcPr>
          <w:p w14:paraId="48FB2B0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B2B08" w14:textId="77777777" w:rsidR="0085747A" w:rsidRPr="009C54AE" w:rsidRDefault="00E244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FB2B0C" w14:textId="77777777" w:rsidTr="0B5BCAB0">
        <w:tc>
          <w:tcPr>
            <w:tcW w:w="2694" w:type="dxa"/>
            <w:vAlign w:val="center"/>
          </w:tcPr>
          <w:p w14:paraId="48FB2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FB2B0B" w14:textId="35412435" w:rsidR="0085747A" w:rsidRPr="009C54AE" w:rsidRDefault="005B2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FB2B0F" w14:textId="77777777" w:rsidTr="0B5BCAB0">
        <w:tc>
          <w:tcPr>
            <w:tcW w:w="2694" w:type="dxa"/>
            <w:vAlign w:val="center"/>
          </w:tcPr>
          <w:p w14:paraId="48FB2B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FB2B0E" w14:textId="3499CBC0" w:rsidR="0085747A" w:rsidRPr="009C54AE" w:rsidRDefault="00AD0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DE4ABE"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5747A" w:rsidRPr="009C54AE" w14:paraId="48FB2B12" w14:textId="77777777" w:rsidTr="0B5BCAB0">
        <w:tc>
          <w:tcPr>
            <w:tcW w:w="2694" w:type="dxa"/>
            <w:vAlign w:val="center"/>
          </w:tcPr>
          <w:p w14:paraId="48FB2B1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FB2B11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8FB2B15" w14:textId="77777777" w:rsidTr="0B5BCAB0">
        <w:tc>
          <w:tcPr>
            <w:tcW w:w="2694" w:type="dxa"/>
            <w:vAlign w:val="center"/>
          </w:tcPr>
          <w:p w14:paraId="48FB2B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B2B14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8FB2B18" w14:textId="77777777" w:rsidTr="0B5BCAB0">
        <w:tc>
          <w:tcPr>
            <w:tcW w:w="2694" w:type="dxa"/>
            <w:vAlign w:val="center"/>
          </w:tcPr>
          <w:p w14:paraId="48FB2B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FB2B17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48FB2B1B" w14:textId="77777777" w:rsidTr="0B5BCAB0">
        <w:tc>
          <w:tcPr>
            <w:tcW w:w="2694" w:type="dxa"/>
            <w:vAlign w:val="center"/>
          </w:tcPr>
          <w:p w14:paraId="48FB2B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FB2B1A" w14:textId="4801B86A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E8414B">
              <w:rPr>
                <w:rFonts w:ascii="Corbel" w:hAnsi="Corbel"/>
                <w:b w:val="0"/>
                <w:sz w:val="24"/>
                <w:szCs w:val="24"/>
              </w:rPr>
              <w:t>I, semestr IV</w:t>
            </w:r>
            <w:r w:rsidR="00355254">
              <w:rPr>
                <w:rFonts w:ascii="Corbel" w:hAnsi="Corbel"/>
                <w:b w:val="0"/>
                <w:sz w:val="24"/>
                <w:szCs w:val="24"/>
              </w:rPr>
              <w:t>-VI</w:t>
            </w:r>
          </w:p>
        </w:tc>
      </w:tr>
      <w:tr w:rsidR="0085747A" w:rsidRPr="009C54AE" w14:paraId="48FB2B1E" w14:textId="77777777" w:rsidTr="0B5BCAB0">
        <w:tc>
          <w:tcPr>
            <w:tcW w:w="2694" w:type="dxa"/>
            <w:vAlign w:val="center"/>
          </w:tcPr>
          <w:p w14:paraId="48FB2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FB2B1D" w14:textId="77777777" w:rsidR="0085747A" w:rsidRPr="009C54AE" w:rsidRDefault="00DF4D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="00DE4ABE"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923D7D" w:rsidRPr="009C54AE" w14:paraId="48FB2B21" w14:textId="77777777" w:rsidTr="0B5BCAB0">
        <w:tc>
          <w:tcPr>
            <w:tcW w:w="2694" w:type="dxa"/>
            <w:vAlign w:val="center"/>
          </w:tcPr>
          <w:p w14:paraId="48FB2B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B2B20" w14:textId="77777777" w:rsidR="00923D7D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8FB2B24" w14:textId="77777777" w:rsidTr="0B5BCAB0">
        <w:tc>
          <w:tcPr>
            <w:tcW w:w="2694" w:type="dxa"/>
            <w:vAlign w:val="center"/>
          </w:tcPr>
          <w:p w14:paraId="48FB2B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FB2B23" w14:textId="39A39BB3" w:rsidR="0085747A" w:rsidRPr="009C54AE" w:rsidRDefault="0085747A" w:rsidP="0B5BCA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8FB2B27" w14:textId="77777777" w:rsidTr="0B5BCAB0">
        <w:tc>
          <w:tcPr>
            <w:tcW w:w="2694" w:type="dxa"/>
            <w:vAlign w:val="center"/>
          </w:tcPr>
          <w:p w14:paraId="48FB2B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B2B26" w14:textId="733C8B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FB2B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FB2B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FB2B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B2B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FB2B37" w14:textId="77777777" w:rsidTr="00AD008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2B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FB2B2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2B36" w14:textId="77777777" w:rsidR="00015B8F" w:rsidRPr="00FC72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</w:t>
            </w:r>
            <w:r w:rsidR="00B90885" w:rsidRPr="00FC7272">
              <w:rPr>
                <w:rFonts w:ascii="Corbel" w:hAnsi="Corbel"/>
                <w:szCs w:val="24"/>
              </w:rPr>
              <w:t>.</w:t>
            </w:r>
            <w:r w:rsidRPr="00FC7272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C54AE" w14:paraId="48FB2B42" w14:textId="77777777" w:rsidTr="00AD008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2B38" w14:textId="41EEC4E8" w:rsidR="00015B8F" w:rsidRPr="009C54AE" w:rsidRDefault="00DF4D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  <w:r w:rsidR="00DD7529">
              <w:rPr>
                <w:rFonts w:ascii="Corbel" w:hAnsi="Corbel"/>
                <w:sz w:val="24"/>
                <w:szCs w:val="24"/>
              </w:rPr>
              <w:t>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D" w14:textId="608BE6BA" w:rsidR="00015B8F" w:rsidRPr="009C54AE" w:rsidRDefault="00DD75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B41" w14:textId="484ADDA0" w:rsidR="00015B8F" w:rsidRPr="009C54AE" w:rsidRDefault="003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8FB2B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8FB2B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8FB2B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FB2B51" w14:textId="77777777" w:rsidR="0085747A" w:rsidRPr="009C54AE" w:rsidRDefault="00F819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FB2B5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FB2B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FB2B5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FB2B55" w14:textId="0B2A4724" w:rsidR="009C54AE" w:rsidRDefault="00F93F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8FB2B5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FB2B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2B5A" w14:textId="77777777" w:rsidTr="00745302">
        <w:tc>
          <w:tcPr>
            <w:tcW w:w="9670" w:type="dxa"/>
          </w:tcPr>
          <w:p w14:paraId="48FB2B58" w14:textId="77777777" w:rsidR="0085747A" w:rsidRPr="009C54AE" w:rsidRDefault="00F819E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48FB2B5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8FB2B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FB2B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FB2B5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FB2B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8FB2B5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8FB2B62" w14:textId="77777777" w:rsidTr="00012746">
        <w:tc>
          <w:tcPr>
            <w:tcW w:w="844" w:type="dxa"/>
            <w:vAlign w:val="center"/>
          </w:tcPr>
          <w:p w14:paraId="48FB2B6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8FB2B61" w14:textId="77777777" w:rsidR="0085747A" w:rsidRPr="009C54AE" w:rsidRDefault="00785107" w:rsidP="005F6B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60B">
              <w:rPr>
                <w:rFonts w:ascii="Corbel" w:hAnsi="Corbel"/>
                <w:b w:val="0"/>
                <w:sz w:val="24"/>
                <w:szCs w:val="24"/>
              </w:rPr>
              <w:t xml:space="preserve">rzygotowanie studentów do </w:t>
            </w:r>
            <w:r w:rsidR="00062BB4">
              <w:rPr>
                <w:rFonts w:ascii="Corbel" w:hAnsi="Corbel"/>
                <w:b w:val="0"/>
                <w:sz w:val="24"/>
                <w:szCs w:val="24"/>
              </w:rPr>
              <w:t>sformułowania zainteresowań badawczych</w:t>
            </w:r>
            <w:r w:rsidR="005F6B83">
              <w:rPr>
                <w:rFonts w:ascii="Corbel" w:hAnsi="Corbel"/>
                <w:b w:val="0"/>
                <w:sz w:val="24"/>
                <w:szCs w:val="24"/>
              </w:rPr>
              <w:t xml:space="preserve"> i określenia tematyki pracy dyplomowej</w:t>
            </w:r>
          </w:p>
        </w:tc>
      </w:tr>
      <w:tr w:rsidR="0085747A" w:rsidRPr="009C54AE" w14:paraId="48FB2B65" w14:textId="77777777" w:rsidTr="00012746">
        <w:tc>
          <w:tcPr>
            <w:tcW w:w="844" w:type="dxa"/>
            <w:vAlign w:val="center"/>
          </w:tcPr>
          <w:p w14:paraId="48FB2B63" w14:textId="77777777" w:rsidR="0085747A" w:rsidRPr="009C54AE" w:rsidRDefault="005039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8FB2B64" w14:textId="77777777" w:rsidR="0085747A" w:rsidRPr="009C54AE" w:rsidRDefault="00F819E5" w:rsidP="00BD60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 w:rsidR="00B23B4D">
              <w:rPr>
                <w:rFonts w:ascii="Corbel" w:hAnsi="Corbel"/>
                <w:b w:val="0"/>
                <w:sz w:val="24"/>
                <w:szCs w:val="24"/>
              </w:rPr>
              <w:t xml:space="preserve">poszukiwania i analizowania </w:t>
            </w:r>
            <w:r w:rsidR="00BD60C9">
              <w:rPr>
                <w:rFonts w:ascii="Corbel" w:hAnsi="Corbel"/>
                <w:b w:val="0"/>
                <w:sz w:val="24"/>
                <w:szCs w:val="24"/>
              </w:rPr>
              <w:t>materiałów źródłowych i literatury</w:t>
            </w:r>
          </w:p>
        </w:tc>
      </w:tr>
      <w:tr w:rsidR="0085747A" w:rsidRPr="009C54AE" w14:paraId="48FB2B68" w14:textId="77777777" w:rsidTr="00012746">
        <w:tc>
          <w:tcPr>
            <w:tcW w:w="844" w:type="dxa"/>
            <w:vAlign w:val="center"/>
          </w:tcPr>
          <w:p w14:paraId="48FB2B66" w14:textId="77777777" w:rsidR="0085747A" w:rsidRPr="009C54AE" w:rsidRDefault="0085747A" w:rsidP="005039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395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8FB2B67" w14:textId="77777777" w:rsidR="0085747A" w:rsidRPr="009C54AE" w:rsidRDefault="00F819E5" w:rsidP="000127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 w:rsidR="00012746"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14:paraId="48FB2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FB2B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8FB2B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8FB2B6F" w14:textId="77777777" w:rsidTr="003E4C2F">
        <w:tc>
          <w:tcPr>
            <w:tcW w:w="1679" w:type="dxa"/>
            <w:vAlign w:val="center"/>
          </w:tcPr>
          <w:p w14:paraId="48FB2B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8FB2B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8FB2B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1FB" w:rsidRPr="009C54AE" w14:paraId="48FB2B73" w14:textId="77777777" w:rsidTr="003E4C2F">
        <w:tc>
          <w:tcPr>
            <w:tcW w:w="1679" w:type="dxa"/>
          </w:tcPr>
          <w:p w14:paraId="48FB2B70" w14:textId="77777777" w:rsidR="00D821FB" w:rsidRPr="009C54AE" w:rsidRDefault="00D82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14:paraId="48FB2B71" w14:textId="77777777" w:rsidR="00D821FB" w:rsidRPr="00D2008E" w:rsidRDefault="006952E6" w:rsidP="006952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</w:t>
            </w:r>
            <w:r w:rsidR="00DE644A" w:rsidRPr="009875AD">
              <w:rPr>
                <w:rFonts w:ascii="Corbel" w:hAnsi="Corbel"/>
                <w:sz w:val="24"/>
                <w:szCs w:val="24"/>
              </w:rPr>
              <w:t>na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A80D03" w:rsidRPr="009875AD">
              <w:rPr>
                <w:rFonts w:ascii="Corbel" w:hAnsi="Corbel"/>
                <w:sz w:val="24"/>
                <w:szCs w:val="24"/>
              </w:rPr>
              <w:t xml:space="preserve">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14:paraId="48FB2B72" w14:textId="77777777" w:rsidR="00D821FB" w:rsidRPr="00D2008E" w:rsidRDefault="004F4A52" w:rsidP="00A80D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W0</w:t>
            </w:r>
            <w:r w:rsidR="00A80D0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821FB" w:rsidRPr="009C54AE" w14:paraId="48FB2B77" w14:textId="77777777" w:rsidTr="003E4C2F">
        <w:tc>
          <w:tcPr>
            <w:tcW w:w="1679" w:type="dxa"/>
          </w:tcPr>
          <w:p w14:paraId="48FB2B74" w14:textId="77777777" w:rsidR="00D821FB" w:rsidRPr="009C54AE" w:rsidRDefault="00D82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8FB2B75" w14:textId="77777777" w:rsidR="00D821FB" w:rsidRPr="00D2008E" w:rsidRDefault="006952E6" w:rsidP="006952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14:paraId="48FB2B76" w14:textId="77777777" w:rsidR="00D821FB" w:rsidRPr="00D2008E" w:rsidRDefault="004F4A52" w:rsidP="00A80D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W0</w:t>
            </w:r>
            <w:r w:rsidR="00A80D0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821FB" w:rsidRPr="009C54AE" w14:paraId="48FB2B7B" w14:textId="77777777" w:rsidTr="003E4C2F">
        <w:tc>
          <w:tcPr>
            <w:tcW w:w="1679" w:type="dxa"/>
          </w:tcPr>
          <w:p w14:paraId="48FB2B78" w14:textId="77777777" w:rsidR="00D821FB" w:rsidRPr="009C54AE" w:rsidRDefault="00D821FB" w:rsidP="00D82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48FB2B79" w14:textId="77777777" w:rsidR="00D821FB" w:rsidRPr="00D2008E" w:rsidRDefault="00C50E00" w:rsidP="00C50E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wie na czym polega</w:t>
            </w:r>
            <w:r w:rsidR="002D38CE" w:rsidRPr="009875AD">
              <w:rPr>
                <w:rFonts w:ascii="Corbel" w:hAnsi="Corbel"/>
                <w:sz w:val="24"/>
                <w:szCs w:val="24"/>
              </w:rPr>
              <w:t xml:space="preserve"> interdyscyplinarnoś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ć </w:t>
            </w:r>
            <w:r w:rsidR="002D38CE" w:rsidRPr="009875AD">
              <w:rPr>
                <w:rFonts w:ascii="Corbel" w:hAnsi="Corbel"/>
                <w:sz w:val="24"/>
                <w:szCs w:val="24"/>
              </w:rPr>
              <w:t>nauk o bezpieczeństwie</w:t>
            </w:r>
          </w:p>
        </w:tc>
        <w:tc>
          <w:tcPr>
            <w:tcW w:w="1865" w:type="dxa"/>
          </w:tcPr>
          <w:p w14:paraId="48FB2B7A" w14:textId="77777777" w:rsidR="00D821FB" w:rsidRPr="00D2008E" w:rsidRDefault="004F4A52" w:rsidP="002D38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D38CE">
              <w:rPr>
                <w:rFonts w:ascii="Corbel" w:hAnsi="Corbel"/>
                <w:sz w:val="24"/>
                <w:szCs w:val="24"/>
              </w:rPr>
              <w:t>W06</w:t>
            </w:r>
          </w:p>
        </w:tc>
      </w:tr>
      <w:tr w:rsidR="005206E0" w:rsidRPr="009C54AE" w14:paraId="48FB2B7F" w14:textId="77777777" w:rsidTr="003E4C2F">
        <w:tc>
          <w:tcPr>
            <w:tcW w:w="1679" w:type="dxa"/>
          </w:tcPr>
          <w:p w14:paraId="48FB2B7C" w14:textId="77777777" w:rsidR="005206E0" w:rsidRPr="009C54AE" w:rsidRDefault="00C21865" w:rsidP="00D82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48FB2B7D" w14:textId="77777777" w:rsidR="005206E0" w:rsidRPr="009875AD" w:rsidRDefault="00861F76" w:rsidP="00861F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5206E0" w:rsidRPr="009875AD">
              <w:rPr>
                <w:rFonts w:ascii="Corbel" w:hAnsi="Corbel"/>
                <w:sz w:val="24"/>
                <w:szCs w:val="24"/>
              </w:rPr>
              <w:t>przygotować prac</w:t>
            </w:r>
            <w:r w:rsidRPr="009875AD">
              <w:rPr>
                <w:rFonts w:ascii="Corbel" w:hAnsi="Corbel"/>
                <w:sz w:val="24"/>
                <w:szCs w:val="24"/>
              </w:rPr>
              <w:t>ę</w:t>
            </w:r>
            <w:r w:rsidR="005206E0" w:rsidRPr="009875AD">
              <w:rPr>
                <w:rFonts w:ascii="Corbel" w:hAnsi="Corbel"/>
                <w:sz w:val="24"/>
                <w:szCs w:val="24"/>
              </w:rPr>
              <w:t xml:space="preserve"> pisemn</w:t>
            </w:r>
            <w:r w:rsidRPr="009875AD">
              <w:rPr>
                <w:rFonts w:ascii="Corbel" w:hAnsi="Corbel"/>
                <w:sz w:val="24"/>
                <w:szCs w:val="24"/>
              </w:rPr>
              <w:t>ą</w:t>
            </w:r>
            <w:r w:rsidR="00595E78" w:rsidRPr="009875AD">
              <w:rPr>
                <w:rFonts w:ascii="Corbel" w:hAnsi="Corbel"/>
                <w:sz w:val="24"/>
                <w:szCs w:val="24"/>
              </w:rPr>
              <w:t xml:space="preserve"> uwzględniając wymogi merytoryczne i edytorskie</w:t>
            </w:r>
          </w:p>
        </w:tc>
        <w:tc>
          <w:tcPr>
            <w:tcW w:w="1865" w:type="dxa"/>
          </w:tcPr>
          <w:p w14:paraId="48FB2B7E" w14:textId="77777777" w:rsidR="005206E0" w:rsidRDefault="005206E0" w:rsidP="005206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</w:tr>
      <w:tr w:rsidR="005206E0" w:rsidRPr="009C54AE" w14:paraId="48FB2B83" w14:textId="77777777" w:rsidTr="003E4C2F">
        <w:tc>
          <w:tcPr>
            <w:tcW w:w="1679" w:type="dxa"/>
          </w:tcPr>
          <w:p w14:paraId="48FB2B80" w14:textId="77777777" w:rsidR="005206E0" w:rsidRPr="009C54AE" w:rsidRDefault="00C21865" w:rsidP="00C21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6" w:type="dxa"/>
          </w:tcPr>
          <w:p w14:paraId="48FB2B81" w14:textId="77777777" w:rsidR="005206E0" w:rsidRPr="009875AD" w:rsidRDefault="00DA3868" w:rsidP="00DA38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</w:t>
            </w:r>
            <w:r w:rsidR="005206E0" w:rsidRPr="009875AD">
              <w:rPr>
                <w:rFonts w:ascii="Corbel" w:hAnsi="Corbel"/>
                <w:sz w:val="24"/>
                <w:szCs w:val="24"/>
              </w:rPr>
              <w:t xml:space="preserve"> procesy i zjawiska w zakresie bezpieczeństwa w powiązaniu z wybraną specjalnością studiów </w:t>
            </w:r>
          </w:p>
        </w:tc>
        <w:tc>
          <w:tcPr>
            <w:tcW w:w="1865" w:type="dxa"/>
          </w:tcPr>
          <w:p w14:paraId="48FB2B82" w14:textId="77777777" w:rsidR="005206E0" w:rsidRDefault="005206E0" w:rsidP="005206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D2008E" w:rsidRPr="009C54AE" w14:paraId="48FB2B88" w14:textId="77777777" w:rsidTr="003E4C2F">
        <w:tc>
          <w:tcPr>
            <w:tcW w:w="1679" w:type="dxa"/>
          </w:tcPr>
          <w:p w14:paraId="48FB2B84" w14:textId="77777777" w:rsidR="00D2008E" w:rsidRPr="00EE4AA5" w:rsidRDefault="00C21865" w:rsidP="00C21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6" w:type="dxa"/>
          </w:tcPr>
          <w:p w14:paraId="48FB2B85" w14:textId="77777777" w:rsidR="00D2008E" w:rsidRPr="00D2008E" w:rsidRDefault="00D87F3E" w:rsidP="00595E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rekonstruować argumentacje wybranych stanowisk teoretycznych i podejmować próbę rozstrzygania problemów społeczno-politycznych</w:t>
            </w:r>
          </w:p>
        </w:tc>
        <w:tc>
          <w:tcPr>
            <w:tcW w:w="1865" w:type="dxa"/>
          </w:tcPr>
          <w:p w14:paraId="48FB2B86" w14:textId="77777777" w:rsidR="00595E78" w:rsidRDefault="004F4A52" w:rsidP="002D38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</w:t>
            </w:r>
            <w:r w:rsidR="002D38CE">
              <w:rPr>
                <w:rFonts w:ascii="Corbel" w:hAnsi="Corbel"/>
                <w:sz w:val="24"/>
                <w:szCs w:val="24"/>
              </w:rPr>
              <w:t>05</w:t>
            </w:r>
            <w:r w:rsidR="00595E7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FB2B87" w14:textId="77777777" w:rsidR="00D2008E" w:rsidRPr="00D2008E" w:rsidRDefault="00595E78" w:rsidP="002D38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  <w:tr w:rsidR="005206E0" w:rsidRPr="009C54AE" w14:paraId="48FB2B8C" w14:textId="77777777" w:rsidTr="003E4C2F">
        <w:tc>
          <w:tcPr>
            <w:tcW w:w="1679" w:type="dxa"/>
          </w:tcPr>
          <w:p w14:paraId="48FB2B89" w14:textId="77777777" w:rsidR="005206E0" w:rsidRPr="00EE4AA5" w:rsidRDefault="00C21865" w:rsidP="00C218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5976" w:type="dxa"/>
          </w:tcPr>
          <w:p w14:paraId="48FB2B8A" w14:textId="77777777" w:rsidR="005206E0" w:rsidRPr="009875AD" w:rsidRDefault="00D87F3E" w:rsidP="00595E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wyjaśniać przyczynowość zjawisk społecznych</w:t>
            </w:r>
          </w:p>
        </w:tc>
        <w:tc>
          <w:tcPr>
            <w:tcW w:w="1865" w:type="dxa"/>
          </w:tcPr>
          <w:p w14:paraId="48FB2B8B" w14:textId="77777777" w:rsidR="005206E0" w:rsidRDefault="00F76354" w:rsidP="00F763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D2008E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06</w:t>
            </w:r>
          </w:p>
        </w:tc>
      </w:tr>
    </w:tbl>
    <w:p w14:paraId="48FB2B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FB2B8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8FB2B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FB2B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2B92" w14:textId="77777777" w:rsidTr="009875AD">
        <w:tc>
          <w:tcPr>
            <w:tcW w:w="9520" w:type="dxa"/>
          </w:tcPr>
          <w:p w14:paraId="48FB2B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6EC" w:rsidRPr="009C54AE" w14:paraId="48FB2B94" w14:textId="77777777" w:rsidTr="009875AD">
        <w:tc>
          <w:tcPr>
            <w:tcW w:w="9520" w:type="dxa"/>
          </w:tcPr>
          <w:p w14:paraId="48FB2B93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066EC" w:rsidRPr="009C54AE" w14:paraId="48FB2B96" w14:textId="77777777" w:rsidTr="009875AD">
        <w:tc>
          <w:tcPr>
            <w:tcW w:w="9520" w:type="dxa"/>
          </w:tcPr>
          <w:p w14:paraId="48FB2B95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066EC" w:rsidRPr="009C54AE" w14:paraId="48FB2B98" w14:textId="77777777" w:rsidTr="009875AD">
        <w:tc>
          <w:tcPr>
            <w:tcW w:w="9520" w:type="dxa"/>
          </w:tcPr>
          <w:p w14:paraId="48FB2B97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5066EC" w:rsidRPr="009C54AE" w14:paraId="48FB2B9A" w14:textId="77777777" w:rsidTr="009875AD">
        <w:tc>
          <w:tcPr>
            <w:tcW w:w="9520" w:type="dxa"/>
          </w:tcPr>
          <w:p w14:paraId="48FB2B99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48FB2B9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FB2B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8FB2B9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2B9F" w14:textId="77777777" w:rsidTr="00AD7042">
        <w:tc>
          <w:tcPr>
            <w:tcW w:w="9520" w:type="dxa"/>
          </w:tcPr>
          <w:p w14:paraId="48FB2B9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0F87" w:rsidRPr="009C54AE" w14:paraId="48FB2BA1" w14:textId="77777777" w:rsidTr="00AD7042">
        <w:tc>
          <w:tcPr>
            <w:tcW w:w="9520" w:type="dxa"/>
          </w:tcPr>
          <w:p w14:paraId="48FB2BA0" w14:textId="77777777" w:rsidR="00420F87" w:rsidRPr="004C01E0" w:rsidRDefault="00E923FF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B86F6C"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807FAF" w:rsidRPr="009C54AE" w14:paraId="48FB2BA3" w14:textId="77777777" w:rsidTr="00AD7042">
        <w:tc>
          <w:tcPr>
            <w:tcW w:w="9520" w:type="dxa"/>
          </w:tcPr>
          <w:p w14:paraId="48FB2BA2" w14:textId="77777777" w:rsidR="00807FAF" w:rsidRPr="00B86F6C" w:rsidRDefault="001708E9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B86F6C" w:rsidRPr="009C54AE" w14:paraId="48FB2BA5" w14:textId="77777777" w:rsidTr="00AD7042">
        <w:tc>
          <w:tcPr>
            <w:tcW w:w="9520" w:type="dxa"/>
          </w:tcPr>
          <w:p w14:paraId="48FB2BA4" w14:textId="77777777" w:rsidR="00B86F6C" w:rsidRPr="00B86F6C" w:rsidRDefault="00E923FF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F54079" w:rsidRPr="009C54AE" w14:paraId="48FB2BA7" w14:textId="77777777" w:rsidTr="00AD7042">
        <w:tc>
          <w:tcPr>
            <w:tcW w:w="9520" w:type="dxa"/>
          </w:tcPr>
          <w:p w14:paraId="48FB2BA6" w14:textId="77777777" w:rsidR="00F54079" w:rsidRDefault="00E923FF" w:rsidP="00C05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14:paraId="48FB2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FB2BA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FB2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B2BB0" w14:textId="77777777" w:rsidR="00D20357" w:rsidRPr="00EE4AA5" w:rsidRDefault="00FF6219" w:rsidP="00D20357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="00D20357"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</w:t>
      </w:r>
      <w:r w:rsidR="009D4E3E">
        <w:rPr>
          <w:rFonts w:ascii="Corbel" w:hAnsi="Corbel"/>
          <w:b w:val="0"/>
          <w:i/>
          <w:smallCaps w:val="0"/>
          <w:sz w:val="22"/>
        </w:rPr>
        <w:t xml:space="preserve"> źródłowych, </w:t>
      </w:r>
      <w:r>
        <w:rPr>
          <w:rFonts w:ascii="Corbel" w:hAnsi="Corbel"/>
          <w:b w:val="0"/>
          <w:i/>
          <w:smallCaps w:val="0"/>
          <w:sz w:val="22"/>
        </w:rPr>
        <w:t>dyskusja</w:t>
      </w:r>
    </w:p>
    <w:p w14:paraId="48FB2B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FB2B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8FB2BB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FB2B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FB2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FB2BBC" w14:textId="77777777" w:rsidTr="001B2DD8">
        <w:tc>
          <w:tcPr>
            <w:tcW w:w="1962" w:type="dxa"/>
            <w:vAlign w:val="center"/>
          </w:tcPr>
          <w:p w14:paraId="48FB2B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FB2BB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FB2BB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8FB2B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FB2BB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0357" w:rsidRPr="009C54AE" w14:paraId="48FB2BC0" w14:textId="77777777" w:rsidTr="001B2DD8">
        <w:tc>
          <w:tcPr>
            <w:tcW w:w="1962" w:type="dxa"/>
          </w:tcPr>
          <w:p w14:paraId="48FB2BBD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8FB2BBE" w14:textId="77777777" w:rsidR="00D20357" w:rsidRPr="0062223F" w:rsidRDefault="009848A5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BF" w14:textId="77777777" w:rsidR="00D20357" w:rsidRPr="0062223F" w:rsidRDefault="001B2DD8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D20357" w:rsidRPr="009C54AE" w14:paraId="48FB2BC4" w14:textId="77777777" w:rsidTr="001B2DD8">
        <w:tc>
          <w:tcPr>
            <w:tcW w:w="1962" w:type="dxa"/>
          </w:tcPr>
          <w:p w14:paraId="48FB2BC1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8FB2BC2" w14:textId="77777777" w:rsidR="00D20357" w:rsidRPr="0062223F" w:rsidRDefault="009848A5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C3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D20357" w:rsidRPr="009C54AE" w14:paraId="48FB2BC8" w14:textId="77777777" w:rsidTr="001B2DD8">
        <w:tc>
          <w:tcPr>
            <w:tcW w:w="1962" w:type="dxa"/>
          </w:tcPr>
          <w:p w14:paraId="48FB2BC5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FB2BC6" w14:textId="77777777" w:rsidR="00D20357" w:rsidRPr="0062223F" w:rsidRDefault="009848A5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C7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D20357" w:rsidRPr="009C54AE" w14:paraId="48FB2BCC" w14:textId="77777777" w:rsidTr="001B2DD8">
        <w:tc>
          <w:tcPr>
            <w:tcW w:w="1962" w:type="dxa"/>
          </w:tcPr>
          <w:p w14:paraId="48FB2BC9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8FB2BCA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 w:rsidR="009848A5"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CB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D20357" w:rsidRPr="009C54AE" w14:paraId="48FB2BD0" w14:textId="77777777" w:rsidTr="001B2DD8">
        <w:tc>
          <w:tcPr>
            <w:tcW w:w="1962" w:type="dxa"/>
          </w:tcPr>
          <w:p w14:paraId="48FB2BCD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FB2BCE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CF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D20357" w:rsidRPr="009C54AE" w14:paraId="48FB2BD4" w14:textId="77777777" w:rsidTr="001B2DD8">
        <w:tc>
          <w:tcPr>
            <w:tcW w:w="1962" w:type="dxa"/>
          </w:tcPr>
          <w:p w14:paraId="48FB2BD1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FB2BD2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D3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D20357" w:rsidRPr="009C54AE" w14:paraId="48FB2BD8" w14:textId="77777777" w:rsidTr="001B2DD8">
        <w:tc>
          <w:tcPr>
            <w:tcW w:w="1962" w:type="dxa"/>
          </w:tcPr>
          <w:p w14:paraId="48FB2BD5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8FB2BD6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FB2BD7" w14:textId="77777777" w:rsidR="00D20357" w:rsidRPr="0062223F" w:rsidRDefault="009848A5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8FB2B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B2BD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8FB2BD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2BDD" w14:textId="77777777" w:rsidTr="00923D7D">
        <w:tc>
          <w:tcPr>
            <w:tcW w:w="9670" w:type="dxa"/>
          </w:tcPr>
          <w:p w14:paraId="48FB2BDC" w14:textId="77777777" w:rsidR="0085747A" w:rsidRPr="009C54AE" w:rsidRDefault="00114DE8" w:rsidP="00FE2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="0062223F"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 w:rsidR="00FE2003">
              <w:rPr>
                <w:rFonts w:ascii="Corbel" w:hAnsi="Corbel"/>
                <w:b w:val="0"/>
                <w:i/>
                <w:smallCaps w:val="0"/>
                <w:sz w:val="22"/>
              </w:rPr>
              <w:t>praca pisemna (</w:t>
            </w:r>
            <w:r w:rsidR="00F10087">
              <w:rPr>
                <w:rFonts w:ascii="Corbel" w:hAnsi="Corbel"/>
                <w:b w:val="0"/>
                <w:i/>
                <w:smallCaps w:val="0"/>
                <w:sz w:val="22"/>
              </w:rPr>
              <w:t>konspekt, w</w:t>
            </w:r>
            <w:r w:rsidR="003F25B3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ykaz źródeł i literatury, wstęp, </w:t>
            </w:r>
            <w:r w:rsidR="00851806">
              <w:rPr>
                <w:rFonts w:ascii="Corbel" w:hAnsi="Corbel"/>
                <w:b w:val="0"/>
                <w:i/>
                <w:smallCaps w:val="0"/>
                <w:sz w:val="22"/>
              </w:rPr>
              <w:t>fragment pracy dyplomowej</w:t>
            </w:r>
            <w:r w:rsidR="0085180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48FB2B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B2B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FB2B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B2BE3" w14:textId="77777777" w:rsidTr="003E1941">
        <w:tc>
          <w:tcPr>
            <w:tcW w:w="4962" w:type="dxa"/>
            <w:vAlign w:val="center"/>
          </w:tcPr>
          <w:p w14:paraId="48FB2B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FB2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FB2BE6" w14:textId="77777777" w:rsidTr="00923D7D">
        <w:tc>
          <w:tcPr>
            <w:tcW w:w="4962" w:type="dxa"/>
          </w:tcPr>
          <w:p w14:paraId="48FB2B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FB2BE5" w14:textId="4BE5C2B4" w:rsidR="0085747A" w:rsidRPr="009C54AE" w:rsidRDefault="00DD7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48FB2BEA" w14:textId="77777777" w:rsidTr="00923D7D">
        <w:tc>
          <w:tcPr>
            <w:tcW w:w="4962" w:type="dxa"/>
          </w:tcPr>
          <w:p w14:paraId="48FB2B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FB2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FB2BE9" w14:textId="405CE3C3" w:rsidR="00C61DC5" w:rsidRPr="009C54AE" w:rsidRDefault="003552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9C54AE" w14:paraId="48FB2BEE" w14:textId="77777777" w:rsidTr="00923D7D">
        <w:tc>
          <w:tcPr>
            <w:tcW w:w="4962" w:type="dxa"/>
          </w:tcPr>
          <w:p w14:paraId="48FB2B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FB2BE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FB2BED" w14:textId="6133DBA7" w:rsidR="00C61DC5" w:rsidRPr="009C54AE" w:rsidRDefault="003552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48FB2BF1" w14:textId="77777777" w:rsidTr="00923D7D">
        <w:tc>
          <w:tcPr>
            <w:tcW w:w="4962" w:type="dxa"/>
          </w:tcPr>
          <w:p w14:paraId="48FB2B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FB2BF0" w14:textId="74FE1676" w:rsidR="0085747A" w:rsidRPr="009C54AE" w:rsidRDefault="003552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D7529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8FB2BF4" w14:textId="77777777" w:rsidTr="00923D7D">
        <w:tc>
          <w:tcPr>
            <w:tcW w:w="4962" w:type="dxa"/>
          </w:tcPr>
          <w:p w14:paraId="48FB2B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FB2BF3" w14:textId="016A4CC3" w:rsidR="0085747A" w:rsidRPr="009C54AE" w:rsidRDefault="003552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8FB2BF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FB2B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B2B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B2BF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8FB2BFB" w14:textId="77777777" w:rsidTr="0071620A">
        <w:trPr>
          <w:trHeight w:val="397"/>
        </w:trPr>
        <w:tc>
          <w:tcPr>
            <w:tcW w:w="3544" w:type="dxa"/>
          </w:tcPr>
          <w:p w14:paraId="48FB2B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FB2BFA" w14:textId="77777777" w:rsidR="0085747A" w:rsidRPr="009C54AE" w:rsidRDefault="00622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FB2BFE" w14:textId="77777777" w:rsidTr="0071620A">
        <w:trPr>
          <w:trHeight w:val="397"/>
        </w:trPr>
        <w:tc>
          <w:tcPr>
            <w:tcW w:w="3544" w:type="dxa"/>
          </w:tcPr>
          <w:p w14:paraId="48FB2B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8FB2BFD" w14:textId="77777777" w:rsidR="0085747A" w:rsidRPr="009C54AE" w:rsidRDefault="00622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FB2BF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FB2C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FB2C0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FB2C04" w14:textId="77777777" w:rsidTr="0071620A">
        <w:trPr>
          <w:trHeight w:val="397"/>
        </w:trPr>
        <w:tc>
          <w:tcPr>
            <w:tcW w:w="7513" w:type="dxa"/>
          </w:tcPr>
          <w:p w14:paraId="48FB2C02" w14:textId="77777777" w:rsidR="0085747A" w:rsidRPr="006A5A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A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FB2C03" w14:textId="77777777" w:rsidR="0062223F" w:rsidRPr="006A5A5D" w:rsidRDefault="00755486" w:rsidP="00755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XI, </w:t>
            </w:r>
            <w:proofErr w:type="spellStart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="0085747A" w:rsidRPr="009C54AE" w14:paraId="48FB2C09" w14:textId="77777777" w:rsidTr="0071620A">
        <w:trPr>
          <w:trHeight w:val="397"/>
        </w:trPr>
        <w:tc>
          <w:tcPr>
            <w:tcW w:w="7513" w:type="dxa"/>
          </w:tcPr>
          <w:p w14:paraId="48FB2C05" w14:textId="77777777" w:rsidR="0085747A" w:rsidRPr="006A5A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A5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FB2C06" w14:textId="77777777" w:rsidR="004028CF" w:rsidRDefault="005473E3" w:rsidP="0040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14:paraId="48FB2C07" w14:textId="77777777" w:rsidR="00BF135C" w:rsidRDefault="00BF135C" w:rsidP="00BF135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</w:t>
            </w:r>
            <w:proofErr w:type="spellStart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LexisNexis</w:t>
            </w:r>
            <w:proofErr w:type="spellEnd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8FB2C08" w14:textId="77777777" w:rsidR="00DE3199" w:rsidRPr="006A5A5D" w:rsidRDefault="00DE3199" w:rsidP="00BF135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14:paraId="48FB2C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FB2C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FB2C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0A793" w14:textId="77777777" w:rsidR="00B05D8E" w:rsidRDefault="00B05D8E" w:rsidP="00C16ABF">
      <w:pPr>
        <w:spacing w:after="0" w:line="240" w:lineRule="auto"/>
      </w:pPr>
      <w:r>
        <w:separator/>
      </w:r>
    </w:p>
  </w:endnote>
  <w:endnote w:type="continuationSeparator" w:id="0">
    <w:p w14:paraId="4FCAAA60" w14:textId="77777777" w:rsidR="00B05D8E" w:rsidRDefault="00B05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49086" w14:textId="77777777" w:rsidR="00B05D8E" w:rsidRDefault="00B05D8E" w:rsidP="00C16ABF">
      <w:pPr>
        <w:spacing w:after="0" w:line="240" w:lineRule="auto"/>
      </w:pPr>
      <w:r>
        <w:separator/>
      </w:r>
    </w:p>
  </w:footnote>
  <w:footnote w:type="continuationSeparator" w:id="0">
    <w:p w14:paraId="0BD45488" w14:textId="77777777" w:rsidR="00B05D8E" w:rsidRDefault="00B05D8E" w:rsidP="00C16ABF">
      <w:pPr>
        <w:spacing w:after="0" w:line="240" w:lineRule="auto"/>
      </w:pPr>
      <w:r>
        <w:continuationSeparator/>
      </w:r>
    </w:p>
  </w:footnote>
  <w:footnote w:id="1">
    <w:p w14:paraId="48FB2C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746"/>
    <w:rsid w:val="00015B8F"/>
    <w:rsid w:val="00022ECE"/>
    <w:rsid w:val="00042A51"/>
    <w:rsid w:val="00042D2E"/>
    <w:rsid w:val="00044C82"/>
    <w:rsid w:val="00046E2B"/>
    <w:rsid w:val="00062BB4"/>
    <w:rsid w:val="00070ED6"/>
    <w:rsid w:val="000742DC"/>
    <w:rsid w:val="00084C12"/>
    <w:rsid w:val="0009462C"/>
    <w:rsid w:val="00094B12"/>
    <w:rsid w:val="00096C46"/>
    <w:rsid w:val="000A09AA"/>
    <w:rsid w:val="000A296F"/>
    <w:rsid w:val="000A2A28"/>
    <w:rsid w:val="000A3CDF"/>
    <w:rsid w:val="000A7D53"/>
    <w:rsid w:val="000B192D"/>
    <w:rsid w:val="000B28EE"/>
    <w:rsid w:val="000B3E37"/>
    <w:rsid w:val="000D04B0"/>
    <w:rsid w:val="000F1C57"/>
    <w:rsid w:val="000F5615"/>
    <w:rsid w:val="000F5BB3"/>
    <w:rsid w:val="00110E4D"/>
    <w:rsid w:val="0011355E"/>
    <w:rsid w:val="00114DE8"/>
    <w:rsid w:val="00124BFF"/>
    <w:rsid w:val="0012560E"/>
    <w:rsid w:val="00127108"/>
    <w:rsid w:val="00134B13"/>
    <w:rsid w:val="00146BC0"/>
    <w:rsid w:val="00150167"/>
    <w:rsid w:val="00153C41"/>
    <w:rsid w:val="00154381"/>
    <w:rsid w:val="001640A7"/>
    <w:rsid w:val="00164FA7"/>
    <w:rsid w:val="00166A03"/>
    <w:rsid w:val="001708E9"/>
    <w:rsid w:val="001718A7"/>
    <w:rsid w:val="001737CF"/>
    <w:rsid w:val="00176083"/>
    <w:rsid w:val="00183074"/>
    <w:rsid w:val="00192F37"/>
    <w:rsid w:val="001A1599"/>
    <w:rsid w:val="001A70D2"/>
    <w:rsid w:val="001B2DD8"/>
    <w:rsid w:val="001B380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DD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8CE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254"/>
    <w:rsid w:val="00357B5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2F"/>
    <w:rsid w:val="003F205D"/>
    <w:rsid w:val="003F25B3"/>
    <w:rsid w:val="003F38C0"/>
    <w:rsid w:val="004028CF"/>
    <w:rsid w:val="00414E3C"/>
    <w:rsid w:val="00420F8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1E0"/>
    <w:rsid w:val="004D5282"/>
    <w:rsid w:val="004F1551"/>
    <w:rsid w:val="004F4A52"/>
    <w:rsid w:val="004F55A3"/>
    <w:rsid w:val="0050395D"/>
    <w:rsid w:val="0050496F"/>
    <w:rsid w:val="005066EC"/>
    <w:rsid w:val="00513B6F"/>
    <w:rsid w:val="00517C63"/>
    <w:rsid w:val="005206E0"/>
    <w:rsid w:val="00534EDF"/>
    <w:rsid w:val="005363C4"/>
    <w:rsid w:val="00536BDE"/>
    <w:rsid w:val="00543ACC"/>
    <w:rsid w:val="005473E3"/>
    <w:rsid w:val="0056696D"/>
    <w:rsid w:val="00585F0D"/>
    <w:rsid w:val="0059484D"/>
    <w:rsid w:val="00595E78"/>
    <w:rsid w:val="005A0855"/>
    <w:rsid w:val="005A2B0C"/>
    <w:rsid w:val="005A3196"/>
    <w:rsid w:val="005B237B"/>
    <w:rsid w:val="005C080F"/>
    <w:rsid w:val="005C2E75"/>
    <w:rsid w:val="005C55E5"/>
    <w:rsid w:val="005C696A"/>
    <w:rsid w:val="005D0228"/>
    <w:rsid w:val="005E6E85"/>
    <w:rsid w:val="005F31D2"/>
    <w:rsid w:val="005F6B83"/>
    <w:rsid w:val="0061029B"/>
    <w:rsid w:val="00617230"/>
    <w:rsid w:val="00621CE1"/>
    <w:rsid w:val="0062223F"/>
    <w:rsid w:val="006246CC"/>
    <w:rsid w:val="00627FC9"/>
    <w:rsid w:val="00647FA8"/>
    <w:rsid w:val="00650C5F"/>
    <w:rsid w:val="00654934"/>
    <w:rsid w:val="00655E63"/>
    <w:rsid w:val="006620D9"/>
    <w:rsid w:val="00671958"/>
    <w:rsid w:val="00675843"/>
    <w:rsid w:val="006952E6"/>
    <w:rsid w:val="00696477"/>
    <w:rsid w:val="006A5A5D"/>
    <w:rsid w:val="006D050F"/>
    <w:rsid w:val="006D1EA3"/>
    <w:rsid w:val="006D260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486"/>
    <w:rsid w:val="00763BF1"/>
    <w:rsid w:val="00766FD4"/>
    <w:rsid w:val="0078168C"/>
    <w:rsid w:val="00785107"/>
    <w:rsid w:val="00787C2A"/>
    <w:rsid w:val="00790E27"/>
    <w:rsid w:val="007A4022"/>
    <w:rsid w:val="007A6E6E"/>
    <w:rsid w:val="007A74B8"/>
    <w:rsid w:val="007C3299"/>
    <w:rsid w:val="007C3BCC"/>
    <w:rsid w:val="007C4546"/>
    <w:rsid w:val="007D6E56"/>
    <w:rsid w:val="007E7D73"/>
    <w:rsid w:val="007F4155"/>
    <w:rsid w:val="00807FAF"/>
    <w:rsid w:val="0081554D"/>
    <w:rsid w:val="0081707E"/>
    <w:rsid w:val="00826D5F"/>
    <w:rsid w:val="008449B3"/>
    <w:rsid w:val="00851806"/>
    <w:rsid w:val="00854FF3"/>
    <w:rsid w:val="008552A2"/>
    <w:rsid w:val="0085747A"/>
    <w:rsid w:val="00861F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3C"/>
    <w:rsid w:val="008E64F4"/>
    <w:rsid w:val="008F04F5"/>
    <w:rsid w:val="008F12C9"/>
    <w:rsid w:val="008F6E29"/>
    <w:rsid w:val="00900686"/>
    <w:rsid w:val="00916188"/>
    <w:rsid w:val="00923D7D"/>
    <w:rsid w:val="009508DF"/>
    <w:rsid w:val="00950DAC"/>
    <w:rsid w:val="00954A07"/>
    <w:rsid w:val="009848A5"/>
    <w:rsid w:val="009875AD"/>
    <w:rsid w:val="00997F14"/>
    <w:rsid w:val="009A78D9"/>
    <w:rsid w:val="009C3E31"/>
    <w:rsid w:val="009C54AE"/>
    <w:rsid w:val="009C788E"/>
    <w:rsid w:val="009D3F3B"/>
    <w:rsid w:val="009D4E3E"/>
    <w:rsid w:val="009E0543"/>
    <w:rsid w:val="009E3B41"/>
    <w:rsid w:val="009F26A2"/>
    <w:rsid w:val="009F3C5C"/>
    <w:rsid w:val="009F4610"/>
    <w:rsid w:val="00A00ECC"/>
    <w:rsid w:val="00A155EE"/>
    <w:rsid w:val="00A2245B"/>
    <w:rsid w:val="00A25F3D"/>
    <w:rsid w:val="00A30110"/>
    <w:rsid w:val="00A36899"/>
    <w:rsid w:val="00A371F6"/>
    <w:rsid w:val="00A43BF6"/>
    <w:rsid w:val="00A52BE4"/>
    <w:rsid w:val="00A53FA5"/>
    <w:rsid w:val="00A54817"/>
    <w:rsid w:val="00A601C8"/>
    <w:rsid w:val="00A60799"/>
    <w:rsid w:val="00A80D03"/>
    <w:rsid w:val="00A84C85"/>
    <w:rsid w:val="00A97DE1"/>
    <w:rsid w:val="00AB053C"/>
    <w:rsid w:val="00AD008E"/>
    <w:rsid w:val="00AD1146"/>
    <w:rsid w:val="00AD27D3"/>
    <w:rsid w:val="00AD66D6"/>
    <w:rsid w:val="00AD7042"/>
    <w:rsid w:val="00AE1160"/>
    <w:rsid w:val="00AE203C"/>
    <w:rsid w:val="00AE2E74"/>
    <w:rsid w:val="00AE5FCB"/>
    <w:rsid w:val="00AF2C1E"/>
    <w:rsid w:val="00AF733A"/>
    <w:rsid w:val="00B05D8E"/>
    <w:rsid w:val="00B06142"/>
    <w:rsid w:val="00B135B1"/>
    <w:rsid w:val="00B23B4D"/>
    <w:rsid w:val="00B3130B"/>
    <w:rsid w:val="00B40ADB"/>
    <w:rsid w:val="00B43B77"/>
    <w:rsid w:val="00B43E80"/>
    <w:rsid w:val="00B607DB"/>
    <w:rsid w:val="00B66529"/>
    <w:rsid w:val="00B75946"/>
    <w:rsid w:val="00B77EFF"/>
    <w:rsid w:val="00B8056E"/>
    <w:rsid w:val="00B819C8"/>
    <w:rsid w:val="00B82308"/>
    <w:rsid w:val="00B86F6C"/>
    <w:rsid w:val="00B90885"/>
    <w:rsid w:val="00BA7236"/>
    <w:rsid w:val="00BB520A"/>
    <w:rsid w:val="00BD3869"/>
    <w:rsid w:val="00BD60C9"/>
    <w:rsid w:val="00BD66E9"/>
    <w:rsid w:val="00BD6FF4"/>
    <w:rsid w:val="00BF135C"/>
    <w:rsid w:val="00BF2C41"/>
    <w:rsid w:val="00C054A4"/>
    <w:rsid w:val="00C058B4"/>
    <w:rsid w:val="00C05F44"/>
    <w:rsid w:val="00C131B5"/>
    <w:rsid w:val="00C16ABF"/>
    <w:rsid w:val="00C170AE"/>
    <w:rsid w:val="00C21865"/>
    <w:rsid w:val="00C26CB7"/>
    <w:rsid w:val="00C324C1"/>
    <w:rsid w:val="00C33C75"/>
    <w:rsid w:val="00C36992"/>
    <w:rsid w:val="00C50E00"/>
    <w:rsid w:val="00C56036"/>
    <w:rsid w:val="00C61DC5"/>
    <w:rsid w:val="00C67E92"/>
    <w:rsid w:val="00C70A26"/>
    <w:rsid w:val="00C766DF"/>
    <w:rsid w:val="00C869AB"/>
    <w:rsid w:val="00C94B98"/>
    <w:rsid w:val="00CA2B96"/>
    <w:rsid w:val="00CA5089"/>
    <w:rsid w:val="00CD6897"/>
    <w:rsid w:val="00CE4E6F"/>
    <w:rsid w:val="00CE5BAC"/>
    <w:rsid w:val="00CF25BE"/>
    <w:rsid w:val="00CF78ED"/>
    <w:rsid w:val="00D02B25"/>
    <w:rsid w:val="00D02EBA"/>
    <w:rsid w:val="00D17034"/>
    <w:rsid w:val="00D17C3C"/>
    <w:rsid w:val="00D2008E"/>
    <w:rsid w:val="00D20357"/>
    <w:rsid w:val="00D2553B"/>
    <w:rsid w:val="00D26B2C"/>
    <w:rsid w:val="00D27A1B"/>
    <w:rsid w:val="00D352C9"/>
    <w:rsid w:val="00D425B2"/>
    <w:rsid w:val="00D428D6"/>
    <w:rsid w:val="00D552B2"/>
    <w:rsid w:val="00D608D1"/>
    <w:rsid w:val="00D74119"/>
    <w:rsid w:val="00D8075B"/>
    <w:rsid w:val="00D821FB"/>
    <w:rsid w:val="00D8678B"/>
    <w:rsid w:val="00D87F3E"/>
    <w:rsid w:val="00DA2114"/>
    <w:rsid w:val="00DA3868"/>
    <w:rsid w:val="00DD7529"/>
    <w:rsid w:val="00DE09C0"/>
    <w:rsid w:val="00DE3199"/>
    <w:rsid w:val="00DE34A6"/>
    <w:rsid w:val="00DE4A14"/>
    <w:rsid w:val="00DE4ABE"/>
    <w:rsid w:val="00DE58B4"/>
    <w:rsid w:val="00DE644A"/>
    <w:rsid w:val="00DF320D"/>
    <w:rsid w:val="00DF4DD0"/>
    <w:rsid w:val="00DF71C8"/>
    <w:rsid w:val="00E06DA2"/>
    <w:rsid w:val="00E129B8"/>
    <w:rsid w:val="00E21E7D"/>
    <w:rsid w:val="00E22FBC"/>
    <w:rsid w:val="00E244E7"/>
    <w:rsid w:val="00E24BF5"/>
    <w:rsid w:val="00E25338"/>
    <w:rsid w:val="00E51E44"/>
    <w:rsid w:val="00E63348"/>
    <w:rsid w:val="00E668E5"/>
    <w:rsid w:val="00E742AA"/>
    <w:rsid w:val="00E77E88"/>
    <w:rsid w:val="00E8107D"/>
    <w:rsid w:val="00E8414B"/>
    <w:rsid w:val="00E923FF"/>
    <w:rsid w:val="00E960BB"/>
    <w:rsid w:val="00EA2074"/>
    <w:rsid w:val="00EA4832"/>
    <w:rsid w:val="00EA4E9D"/>
    <w:rsid w:val="00EC4899"/>
    <w:rsid w:val="00ED03AB"/>
    <w:rsid w:val="00ED2434"/>
    <w:rsid w:val="00ED32D2"/>
    <w:rsid w:val="00EE32DE"/>
    <w:rsid w:val="00EE5457"/>
    <w:rsid w:val="00F070AB"/>
    <w:rsid w:val="00F10087"/>
    <w:rsid w:val="00F13E95"/>
    <w:rsid w:val="00F17567"/>
    <w:rsid w:val="00F22EA4"/>
    <w:rsid w:val="00F27A7B"/>
    <w:rsid w:val="00F34F27"/>
    <w:rsid w:val="00F34FE9"/>
    <w:rsid w:val="00F526AF"/>
    <w:rsid w:val="00F54079"/>
    <w:rsid w:val="00F617C3"/>
    <w:rsid w:val="00F62F4C"/>
    <w:rsid w:val="00F7066B"/>
    <w:rsid w:val="00F76354"/>
    <w:rsid w:val="00F819E5"/>
    <w:rsid w:val="00F83B28"/>
    <w:rsid w:val="00F93F6F"/>
    <w:rsid w:val="00F974DA"/>
    <w:rsid w:val="00FA46E5"/>
    <w:rsid w:val="00FB7DBA"/>
    <w:rsid w:val="00FC1C25"/>
    <w:rsid w:val="00FC3F45"/>
    <w:rsid w:val="00FC7272"/>
    <w:rsid w:val="00FD503F"/>
    <w:rsid w:val="00FD567B"/>
    <w:rsid w:val="00FD7589"/>
    <w:rsid w:val="00FE2003"/>
    <w:rsid w:val="00FF016A"/>
    <w:rsid w:val="00FF1401"/>
    <w:rsid w:val="00FF5E7D"/>
    <w:rsid w:val="00FF6219"/>
    <w:rsid w:val="0B5BCAB0"/>
    <w:rsid w:val="6B287883"/>
    <w:rsid w:val="7CCE6312"/>
    <w:rsid w:val="7DA7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2AFA"/>
  <w15:docId w15:val="{798BBCEF-EC2A-47B0-BC2C-06988AE1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D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D5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D5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56A4-D5A0-4720-984E-7E12FB6E83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0E6B1-BA1A-493A-A292-203451D35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D7070-F9F8-45CF-9406-40D2A63CEC75}"/>
</file>

<file path=customXml/itemProps4.xml><?xml version="1.0" encoding="utf-8"?>
<ds:datastoreItem xmlns:ds="http://schemas.openxmlformats.org/officeDocument/2006/customXml" ds:itemID="{11110DDC-2004-4817-8683-195BC057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713</Words>
  <Characters>4284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16</cp:revision>
  <cp:lastPrinted>2019-02-06T12:12:00Z</cp:lastPrinted>
  <dcterms:created xsi:type="dcterms:W3CDTF">2020-11-18T08:24:00Z</dcterms:created>
  <dcterms:modified xsi:type="dcterms:W3CDTF">2021-11-14T19:19:00Z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